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43D41" w14:paraId="20AE777B" w14:textId="77777777" w:rsidTr="00B06387">
        <w:tc>
          <w:tcPr>
            <w:tcW w:w="2689" w:type="dxa"/>
          </w:tcPr>
          <w:p w14:paraId="71AF5B1D" w14:textId="58A00D63" w:rsidR="00643D41" w:rsidRPr="00643D41" w:rsidRDefault="00643D41" w:rsidP="00643D41">
            <w:pPr>
              <w:pStyle w:val="SIText"/>
            </w:pPr>
            <w:r w:rsidRPr="00CC451E">
              <w:t>Release</w:t>
            </w:r>
            <w:r w:rsidRPr="00643D4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F476304" w14:textId="043DA414" w:rsidR="00643D41" w:rsidRPr="00643D41" w:rsidRDefault="00643D41" w:rsidP="00643D4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3D1AC9">
              <w:rPr>
                <w:rStyle w:val="SITemporaryText-blue"/>
              </w:rPr>
              <w:t>X</w:t>
            </w:r>
            <w:r w:rsidRPr="00643D41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859EDC1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30</w:t>
            </w:r>
            <w:r w:rsidR="001B091E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366BFC02" w:rsidR="00F1480E" w:rsidRPr="005404CB" w:rsidRDefault="001B091E" w:rsidP="005404CB">
            <w:pPr>
              <w:pStyle w:val="SIUnittitle"/>
            </w:pPr>
            <w:r w:rsidRPr="001B091E">
              <w:t>Implement crop maintenance and harvesting programs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E083FF" w14:textId="4E89811D" w:rsidR="001B091E" w:rsidRPr="001B091E" w:rsidRDefault="001B091E" w:rsidP="001B091E">
            <w:r w:rsidRPr="001B091E">
              <w:t>This unit of competency describes the skills and knowledge required to implement crop maintenance and harvesting programs for permaculture systems</w:t>
            </w:r>
            <w:r w:rsidR="00643D41">
              <w:t>, including</w:t>
            </w:r>
            <w:r w:rsidRPr="001B091E">
              <w:t xml:space="preserve"> thinning, spacing, selective harvesting, training, summer and winter pruning, hedging, skirting, </w:t>
            </w:r>
            <w:proofErr w:type="gramStart"/>
            <w:r w:rsidRPr="001B091E">
              <w:t>topping</w:t>
            </w:r>
            <w:proofErr w:type="gramEnd"/>
            <w:r w:rsidRPr="001B091E">
              <w:t xml:space="preserve"> and trimming.</w:t>
            </w:r>
          </w:p>
          <w:p w14:paraId="5D1BEA5D" w14:textId="77777777" w:rsidR="001B091E" w:rsidRDefault="001B091E" w:rsidP="001B091E"/>
          <w:p w14:paraId="26068E1A" w14:textId="67C71FCD" w:rsidR="001B091E" w:rsidRPr="001B091E" w:rsidRDefault="001B091E" w:rsidP="001B091E">
            <w:r w:rsidRPr="001B091E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1B091E">
              <w:t>allocation</w:t>
            </w:r>
            <w:proofErr w:type="gramEnd"/>
            <w:r w:rsidRPr="001B091E">
              <w:t xml:space="preserve"> and use of available resources.</w:t>
            </w:r>
          </w:p>
          <w:p w14:paraId="3F2553F7" w14:textId="77777777" w:rsidR="001B091E" w:rsidRDefault="001B091E" w:rsidP="001B091E"/>
          <w:p w14:paraId="22C15BCD" w14:textId="775B662C" w:rsidR="00373436" w:rsidRPr="000754EC" w:rsidRDefault="001B091E" w:rsidP="003D1AC9">
            <w:r w:rsidRPr="001B091E">
              <w:t>No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B091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1064E3" w:rsidR="001B091E" w:rsidRPr="001B091E" w:rsidRDefault="001B091E" w:rsidP="001B091E">
            <w:pPr>
              <w:pStyle w:val="SIText"/>
            </w:pPr>
            <w:r w:rsidRPr="001B091E">
              <w:t>1. Plan for maintenance and harvesting of permaculture crops</w:t>
            </w:r>
          </w:p>
        </w:tc>
        <w:tc>
          <w:tcPr>
            <w:tcW w:w="3604" w:type="pct"/>
            <w:shd w:val="clear" w:color="auto" w:fill="auto"/>
          </w:tcPr>
          <w:p w14:paraId="7F4F7A49" w14:textId="086B916F" w:rsidR="001B091E" w:rsidRPr="001B091E" w:rsidRDefault="001B091E" w:rsidP="001B091E">
            <w:r w:rsidRPr="001B091E">
              <w:t xml:space="preserve">1.1 Identify </w:t>
            </w:r>
            <w:r w:rsidR="00643D41">
              <w:t xml:space="preserve">site </w:t>
            </w:r>
            <w:r w:rsidRPr="001B091E">
              <w:t>requirements and crop maintenance program</w:t>
            </w:r>
          </w:p>
          <w:p w14:paraId="27134D24" w14:textId="77777777" w:rsidR="001B091E" w:rsidRPr="001B091E" w:rsidRDefault="001B091E" w:rsidP="001B091E">
            <w:r w:rsidRPr="001B091E">
              <w:t xml:space="preserve">1.2 Select materials,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2A83130E" w14:textId="77777777" w:rsidR="001B091E" w:rsidRPr="001B091E" w:rsidRDefault="001B091E" w:rsidP="001B091E">
            <w:r w:rsidRPr="001B091E">
              <w:t xml:space="preserve">1.3 Carry out pre-operational and safety checks on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10E8A251" w14:textId="77777777" w:rsidR="00643D41" w:rsidRDefault="001B091E" w:rsidP="00643D41">
            <w:r w:rsidRPr="001B091E">
              <w:t>1.4 Identify work health and safety hazards, assess risks, implement controls</w:t>
            </w:r>
          </w:p>
          <w:p w14:paraId="4B044429" w14:textId="08A3E315" w:rsidR="001B091E" w:rsidRPr="001B091E" w:rsidRDefault="001B091E">
            <w:r w:rsidRPr="001B091E">
              <w:t xml:space="preserve">1.5 Select, </w:t>
            </w:r>
            <w:proofErr w:type="gramStart"/>
            <w:r w:rsidRPr="001B091E">
              <w:t>use</w:t>
            </w:r>
            <w:proofErr w:type="gramEnd"/>
            <w:r w:rsidRPr="001B091E">
              <w:t xml:space="preserve"> and maintain safety and personal protective equipment</w:t>
            </w:r>
          </w:p>
        </w:tc>
      </w:tr>
      <w:tr w:rsidR="001B091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B6A48B" w:rsidR="001B091E" w:rsidRPr="001B091E" w:rsidRDefault="001B091E" w:rsidP="001B091E">
            <w:pPr>
              <w:pStyle w:val="SIText"/>
            </w:pPr>
            <w:r w:rsidRPr="001B091E">
              <w:t>2. Maintain permaculture crops</w:t>
            </w:r>
          </w:p>
        </w:tc>
        <w:tc>
          <w:tcPr>
            <w:tcW w:w="3604" w:type="pct"/>
            <w:shd w:val="clear" w:color="auto" w:fill="auto"/>
          </w:tcPr>
          <w:p w14:paraId="0BA6B53D" w14:textId="6FA5DDF5" w:rsidR="001B091E" w:rsidRPr="001B091E" w:rsidRDefault="001B091E" w:rsidP="001B091E">
            <w:r w:rsidRPr="001B091E">
              <w:t xml:space="preserve">2.1 Implement maintenance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15839BA3" w14:textId="5E417C88" w:rsidR="001B091E" w:rsidRPr="001B091E" w:rsidRDefault="001B091E" w:rsidP="001B091E">
            <w:r w:rsidRPr="001B091E">
              <w:t xml:space="preserve">2.2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>on</w:t>
            </w:r>
            <w:r w:rsidRPr="001B091E">
              <w:t xml:space="preserve"> required maintenance operations</w:t>
            </w:r>
          </w:p>
          <w:p w14:paraId="74F671B6" w14:textId="77777777" w:rsidR="001B091E" w:rsidRPr="001B091E" w:rsidRDefault="001B091E" w:rsidP="001B091E">
            <w:r w:rsidRPr="001B091E">
              <w:t>2.3 Ensure tasks are undertaken according to work health and safety requirements and environmental considerations</w:t>
            </w:r>
          </w:p>
          <w:p w14:paraId="2D75477B" w14:textId="4778B8AA" w:rsidR="001B091E" w:rsidRPr="001B091E" w:rsidRDefault="001B091E" w:rsidP="001B091E">
            <w:r w:rsidRPr="001B091E">
              <w:t xml:space="preserve">2.4 Monitor maintenance of crop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>corrective action</w:t>
            </w:r>
            <w:r w:rsidR="00643D41">
              <w:t xml:space="preserve"> </w:t>
            </w:r>
            <w:r w:rsidR="00B72FAE">
              <w:t>to maintain</w:t>
            </w:r>
            <w:r w:rsidR="00643D41">
              <w:t xml:space="preserve"> standards</w:t>
            </w:r>
          </w:p>
          <w:p w14:paraId="2B00249F" w14:textId="074416F9" w:rsidR="001B091E" w:rsidRPr="001B091E" w:rsidRDefault="001B091E" w:rsidP="001B091E">
            <w:pPr>
              <w:pStyle w:val="SIText"/>
            </w:pPr>
            <w:r w:rsidRPr="001B091E">
              <w:t>2.5 Maintain a clean and safe work area throughout maintenance operations</w:t>
            </w:r>
          </w:p>
        </w:tc>
      </w:tr>
      <w:tr w:rsidR="001B091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C52D60E" w:rsidR="001B091E" w:rsidRPr="001B091E" w:rsidRDefault="001B091E" w:rsidP="001B091E">
            <w:pPr>
              <w:pStyle w:val="SIText"/>
            </w:pPr>
            <w:r w:rsidRPr="001B091E">
              <w:t>3. Harvest permaculture crops</w:t>
            </w:r>
          </w:p>
        </w:tc>
        <w:tc>
          <w:tcPr>
            <w:tcW w:w="3604" w:type="pct"/>
            <w:shd w:val="clear" w:color="auto" w:fill="auto"/>
          </w:tcPr>
          <w:p w14:paraId="6769DC11" w14:textId="2E4FFAC3" w:rsidR="001B091E" w:rsidRPr="001B091E" w:rsidRDefault="001B091E" w:rsidP="001B091E">
            <w:r w:rsidRPr="001B091E">
              <w:t xml:space="preserve">3.1 Implement harvesting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632C75C1" w14:textId="1E990C54" w:rsidR="001B091E" w:rsidRPr="001B091E" w:rsidRDefault="001B091E" w:rsidP="001B091E">
            <w:r w:rsidRPr="001B091E">
              <w:t xml:space="preserve">3.2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 xml:space="preserve">on required </w:t>
            </w:r>
            <w:r w:rsidRPr="001B091E">
              <w:t>harvesting operations</w:t>
            </w:r>
          </w:p>
          <w:p w14:paraId="3BAE5770" w14:textId="77777777" w:rsidR="001B091E" w:rsidRPr="001B091E" w:rsidRDefault="001B091E" w:rsidP="001B091E">
            <w:r w:rsidRPr="001B091E">
              <w:t>3.3 Ensure compliance with work health and safety requirements and observe environmental considerations</w:t>
            </w:r>
          </w:p>
          <w:p w14:paraId="2A5D33DD" w14:textId="76F24457" w:rsidR="001B091E" w:rsidRPr="001B091E" w:rsidRDefault="001B091E" w:rsidP="001B091E">
            <w:r w:rsidRPr="001B091E">
              <w:t xml:space="preserve">3.4 Monitor harvesting of crop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 xml:space="preserve">corrective action to </w:t>
            </w:r>
            <w:r w:rsidR="00B72FAE">
              <w:t>maintain</w:t>
            </w:r>
            <w:r w:rsidR="00B72FAE" w:rsidRPr="001B091E">
              <w:t xml:space="preserve"> </w:t>
            </w:r>
            <w:r w:rsidRPr="001B091E">
              <w:t>standards</w:t>
            </w:r>
          </w:p>
          <w:p w14:paraId="1C93868F" w14:textId="549B6666" w:rsidR="001B091E" w:rsidRPr="001B091E" w:rsidRDefault="001B091E" w:rsidP="001B091E">
            <w:r w:rsidRPr="001B091E">
              <w:t>3.5 Maintain a clean and safe work area throughout harvesting operations</w:t>
            </w:r>
          </w:p>
        </w:tc>
      </w:tr>
      <w:tr w:rsidR="001B091E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68B42AF9" w:rsidR="001B091E" w:rsidRPr="001B091E" w:rsidRDefault="001B091E" w:rsidP="001B091E">
            <w:pPr>
              <w:pStyle w:val="SIText"/>
            </w:pPr>
            <w:r w:rsidRPr="001B091E">
              <w:t>4. Complete maintenance and harvesting activities</w:t>
            </w:r>
          </w:p>
        </w:tc>
        <w:tc>
          <w:tcPr>
            <w:tcW w:w="3604" w:type="pct"/>
            <w:shd w:val="clear" w:color="auto" w:fill="auto"/>
          </w:tcPr>
          <w:p w14:paraId="62E17D14" w14:textId="4BEFB0B4" w:rsidR="001B091E" w:rsidRPr="001B091E" w:rsidRDefault="001B091E" w:rsidP="001B091E">
            <w:r w:rsidRPr="001B091E">
              <w:t xml:space="preserve">4.1 </w:t>
            </w:r>
            <w:r w:rsidR="00B72FAE">
              <w:t xml:space="preserve">Manage </w:t>
            </w:r>
            <w:r w:rsidRPr="001B091E">
              <w:t>waste material</w:t>
            </w:r>
            <w:r w:rsidR="00B72FAE">
              <w:t xml:space="preserve"> according to maintenance and harvesting plan and workplace procedures</w:t>
            </w:r>
          </w:p>
          <w:p w14:paraId="7F88544F" w14:textId="455ACB3F" w:rsidR="001B091E" w:rsidRPr="001B091E" w:rsidRDefault="001B091E" w:rsidP="001B091E">
            <w:r w:rsidRPr="001B091E">
              <w:t xml:space="preserve">4.2 Clean, maintain and store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0D32C88A" w14:textId="548DE97F" w:rsidR="001B091E" w:rsidRPr="001B091E" w:rsidRDefault="001B091E" w:rsidP="001B091E">
            <w:r w:rsidRPr="001B091E">
              <w:t xml:space="preserve">4.3 Record </w:t>
            </w:r>
            <w:r w:rsidR="00B72FAE">
              <w:t xml:space="preserve">maintenance and </w:t>
            </w:r>
            <w:r w:rsidRPr="001B091E">
              <w:t xml:space="preserve">harvesting </w:t>
            </w:r>
            <w:r w:rsidR="00B72FAE">
              <w:t xml:space="preserve">operations </w:t>
            </w:r>
            <w:r w:rsidRPr="001B091E">
              <w:t>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E07ABFB" w:rsidR="00F1480E" w:rsidRPr="005404CB" w:rsidRDefault="00E760F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6C9C0096" w:rsidR="00F1480E" w:rsidRPr="005404CB" w:rsidRDefault="00E760FC">
            <w:pPr>
              <w:pStyle w:val="SIBulletList1"/>
              <w:rPr>
                <w:rFonts w:eastAsia="Calibri"/>
              </w:rPr>
            </w:pPr>
            <w:r w:rsidRPr="00E760FC">
              <w:t xml:space="preserve">Clearly explains detailed information </w:t>
            </w:r>
            <w:r>
              <w:t xml:space="preserve">on work requirements </w:t>
            </w:r>
            <w:r w:rsidRPr="00E760FC">
              <w:t xml:space="preserve">and standards </w:t>
            </w:r>
            <w:r>
              <w:t xml:space="preserve">to work team </w:t>
            </w:r>
            <w:r w:rsidRPr="00E760FC">
              <w:t xml:space="preserve">using appropriate language, </w:t>
            </w:r>
            <w:proofErr w:type="gramStart"/>
            <w:r w:rsidRPr="00E760FC">
              <w:t>tone</w:t>
            </w:r>
            <w:proofErr w:type="gramEnd"/>
            <w:r w:rsidRPr="00E760FC">
              <w:t xml:space="preserve"> and pace to </w:t>
            </w:r>
            <w:r>
              <w:t>ensure understanding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F829D15" w14:textId="77777777" w:rsidR="00B72FAE" w:rsidRPr="000754EC" w:rsidRDefault="00B72FAE" w:rsidP="00B72FAE">
            <w:pPr>
              <w:pStyle w:val="SIText"/>
            </w:pPr>
            <w:r w:rsidRPr="001B091E">
              <w:t>AHCPER305 Implement crop maintenance and harvesting programs for permaculture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08FA9068" w:rsidR="00041E59" w:rsidRPr="005404CB" w:rsidRDefault="00B72FAE" w:rsidP="005404CB">
            <w:pPr>
              <w:pStyle w:val="SIText"/>
            </w:pPr>
            <w:r w:rsidRPr="00B72FAE">
              <w:t>AHCPER305 Implement crop maintenance and harvesting programs for permaculture systems</w:t>
            </w:r>
          </w:p>
        </w:tc>
        <w:tc>
          <w:tcPr>
            <w:tcW w:w="1251" w:type="pct"/>
          </w:tcPr>
          <w:p w14:paraId="3E031D32" w14:textId="212EBE93" w:rsidR="00041E59" w:rsidRPr="005404CB" w:rsidRDefault="00B72FAE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72BE5E2F" w:rsidR="00916CD7" w:rsidRPr="005404CB" w:rsidRDefault="00B72FA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69E2B9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B091E" w:rsidRPr="001B091E">
              <w:t>AHCPER305 Implement crop maintenance and harvesting programs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85EC70F" w14:textId="77777777" w:rsidR="00B72FAE" w:rsidRDefault="00B72FAE" w:rsidP="00B72FA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78F9B7D" w14:textId="506EC25B" w:rsidR="00B72FAE" w:rsidRDefault="00B72FAE" w:rsidP="003D1AC9">
            <w:pPr>
              <w:pStyle w:val="SIText"/>
            </w:pPr>
            <w:r>
              <w:t>There must be evidence that the individual has implemented at least one of each of the following:</w:t>
            </w:r>
          </w:p>
          <w:p w14:paraId="19873DB8" w14:textId="77777777" w:rsidR="00B72FAE" w:rsidRDefault="00B72FAE">
            <w:pPr>
              <w:pStyle w:val="SIBulletList1"/>
            </w:pPr>
            <w:r>
              <w:t>a permaculture crop maintenance program</w:t>
            </w:r>
          </w:p>
          <w:p w14:paraId="2B07E878" w14:textId="047ED274" w:rsidR="00B72FAE" w:rsidRDefault="00B72FAE">
            <w:pPr>
              <w:pStyle w:val="SIBulletList1"/>
            </w:pPr>
            <w:r>
              <w:t>a permaculture crop harvesting program</w:t>
            </w:r>
          </w:p>
          <w:p w14:paraId="0DEC9F6C" w14:textId="77777777" w:rsidR="00FB7195" w:rsidRDefault="00FB7195" w:rsidP="003D1AC9">
            <w:pPr>
              <w:pStyle w:val="SIText"/>
            </w:pPr>
          </w:p>
          <w:p w14:paraId="4422EDE8" w14:textId="179BF22D" w:rsidR="00B72FAE" w:rsidRDefault="00B72FAE" w:rsidP="003D1AC9">
            <w:pPr>
              <w:pStyle w:val="SIText"/>
            </w:pPr>
            <w:r>
              <w:t>There must also be evidence that the individual has:</w:t>
            </w:r>
          </w:p>
          <w:p w14:paraId="1CD1C401" w14:textId="41519324" w:rsidR="0066140A" w:rsidRPr="0066140A" w:rsidRDefault="0066140A" w:rsidP="0066140A">
            <w:pPr>
              <w:pStyle w:val="SIBulletList1"/>
            </w:pPr>
            <w:r w:rsidRPr="0066140A">
              <w:t>interpret</w:t>
            </w:r>
            <w:r w:rsidR="00B72FAE">
              <w:t>ed</w:t>
            </w:r>
            <w:r w:rsidRPr="0066140A">
              <w:t xml:space="preserve"> site </w:t>
            </w:r>
            <w:r w:rsidR="00B72FAE">
              <w:t xml:space="preserve">requirements, </w:t>
            </w:r>
            <w:r w:rsidRPr="0066140A">
              <w:t xml:space="preserve">crop maintenance and </w:t>
            </w:r>
            <w:r w:rsidR="00B72FAE">
              <w:t xml:space="preserve">crop </w:t>
            </w:r>
            <w:r w:rsidRPr="0066140A">
              <w:t>harvesting</w:t>
            </w:r>
            <w:r w:rsidR="00B72FAE">
              <w:t>,</w:t>
            </w:r>
            <w:r w:rsidRPr="0066140A">
              <w:t xml:space="preserve"> </w:t>
            </w:r>
            <w:r w:rsidR="00B72FAE">
              <w:t xml:space="preserve">plans and </w:t>
            </w:r>
            <w:r w:rsidRPr="0066140A">
              <w:t>schedules</w:t>
            </w:r>
          </w:p>
          <w:p w14:paraId="6BFA69AA" w14:textId="7C4652F3" w:rsidR="00556C4C" w:rsidRPr="005404CB" w:rsidRDefault="00FB7195" w:rsidP="003D1AC9">
            <w:pPr>
              <w:pStyle w:val="SIBulletList1"/>
            </w:pPr>
            <w:r>
              <w:t>instructed work team and i</w:t>
            </w:r>
            <w:r w:rsidR="00B72FAE">
              <w:t xml:space="preserve">mplemented </w:t>
            </w:r>
            <w:r w:rsidR="0066140A" w:rsidRPr="0066140A">
              <w:t xml:space="preserve">harvest </w:t>
            </w:r>
            <w:r w:rsidR="00B72FAE">
              <w:t>and</w:t>
            </w:r>
            <w:r w:rsidR="00B72FAE" w:rsidRPr="0066140A">
              <w:t xml:space="preserve"> </w:t>
            </w:r>
            <w:r w:rsidR="0066140A" w:rsidRPr="0066140A">
              <w:t>maint</w:t>
            </w:r>
            <w:r w:rsidR="00B72FAE">
              <w:t>enance plans according to</w:t>
            </w:r>
            <w:r>
              <w:t xml:space="preserve"> industry</w:t>
            </w:r>
            <w:r w:rsidR="00B72FAE">
              <w:t xml:space="preserve"> standards and</w:t>
            </w:r>
            <w:r>
              <w:t xml:space="preserve"> workplace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A487CC6" w14:textId="1475A6D9" w:rsidR="00B72FAE" w:rsidRDefault="00B72FAE" w:rsidP="003D1AC9">
            <w:pPr>
              <w:pStyle w:val="SIText"/>
            </w:pPr>
            <w:r w:rsidRPr="00B72FAE">
              <w:t>An individual must be able to demonstrate the knowledge required to perform the tasks outlined in the elements and performance criteria of this unit. This includes knowledge of:</w:t>
            </w:r>
          </w:p>
          <w:p w14:paraId="48EC7B57" w14:textId="77777777" w:rsidR="0066140A" w:rsidRPr="0066140A" w:rsidRDefault="0066140A" w:rsidP="0066140A">
            <w:pPr>
              <w:pStyle w:val="SIBulletList1"/>
            </w:pPr>
            <w:r w:rsidRPr="0066140A">
              <w:t>permaculture principles and practices related to obtaining a yield</w:t>
            </w:r>
          </w:p>
          <w:p w14:paraId="3344984A" w14:textId="77777777" w:rsidR="0066140A" w:rsidRPr="0066140A" w:rsidRDefault="0066140A" w:rsidP="0066140A">
            <w:pPr>
              <w:pStyle w:val="SIBulletList1"/>
            </w:pPr>
            <w:r w:rsidRPr="0066140A">
              <w:t>principles of maintaining crops and the methods used to maximise crop yields</w:t>
            </w:r>
          </w:p>
          <w:p w14:paraId="699326FF" w14:textId="008E8F01" w:rsidR="0066140A" w:rsidRPr="0066140A" w:rsidRDefault="0066140A" w:rsidP="0066140A">
            <w:pPr>
              <w:pStyle w:val="SIBulletList1"/>
            </w:pPr>
            <w:r w:rsidRPr="0066140A">
              <w:t xml:space="preserve">maintenance techniques for a range of crops, </w:t>
            </w:r>
            <w:r w:rsidR="00B72FAE">
              <w:t>including</w:t>
            </w:r>
            <w:r w:rsidRPr="0066140A">
              <w:t>:</w:t>
            </w:r>
          </w:p>
          <w:p w14:paraId="4D4BF5DA" w14:textId="7810C75E" w:rsidR="0066140A" w:rsidRPr="0066140A" w:rsidRDefault="00FB7195" w:rsidP="0066140A">
            <w:pPr>
              <w:pStyle w:val="SIBulletList2"/>
            </w:pPr>
            <w:r>
              <w:t xml:space="preserve">seasonal pruning, </w:t>
            </w:r>
            <w:r w:rsidR="0066140A" w:rsidRPr="0066140A">
              <w:t>thinning</w:t>
            </w:r>
            <w:r>
              <w:t xml:space="preserve"> and hedging techniques</w:t>
            </w:r>
          </w:p>
          <w:p w14:paraId="7B9C201E" w14:textId="7AB8CE6A" w:rsidR="0066140A" w:rsidRPr="0066140A" w:rsidRDefault="0066140A" w:rsidP="0066140A">
            <w:pPr>
              <w:pStyle w:val="SIBulletList2"/>
            </w:pPr>
            <w:r w:rsidRPr="0066140A">
              <w:t>training</w:t>
            </w:r>
            <w:r w:rsidR="00FB7195">
              <w:t xml:space="preserve"> and trellising</w:t>
            </w:r>
          </w:p>
          <w:p w14:paraId="2F891882" w14:textId="77AD66FB" w:rsidR="0066140A" w:rsidRDefault="0066140A" w:rsidP="0066140A">
            <w:pPr>
              <w:pStyle w:val="SIBulletList1"/>
            </w:pPr>
            <w:r w:rsidRPr="0066140A">
              <w:t>maturity or ripeness properties of crops when ready for harvest</w:t>
            </w:r>
            <w:r w:rsidR="0012053F">
              <w:t xml:space="preserve"> and harvesting techniques, including:</w:t>
            </w:r>
          </w:p>
          <w:p w14:paraId="39598920" w14:textId="77777777" w:rsidR="0012053F" w:rsidRDefault="0012053F" w:rsidP="0012053F">
            <w:pPr>
              <w:pStyle w:val="SIBulletList2"/>
            </w:pPr>
            <w:r w:rsidRPr="0066140A">
              <w:t>selective harvesting</w:t>
            </w:r>
          </w:p>
          <w:p w14:paraId="5254ACA9" w14:textId="334BAB23" w:rsidR="0012053F" w:rsidRPr="0066140A" w:rsidRDefault="0012053F" w:rsidP="003D1AC9">
            <w:pPr>
              <w:pStyle w:val="SIBulletList2"/>
            </w:pPr>
            <w:r w:rsidRPr="0066140A">
              <w:t>picking</w:t>
            </w:r>
          </w:p>
          <w:p w14:paraId="397E0593" w14:textId="77777777" w:rsidR="0066140A" w:rsidRPr="0066140A" w:rsidRDefault="0066140A" w:rsidP="0066140A">
            <w:pPr>
              <w:pStyle w:val="SIBulletList1"/>
            </w:pPr>
            <w:r w:rsidRPr="0066140A">
              <w:t xml:space="preserve">effects of maintenance operations on plant growth, </w:t>
            </w:r>
            <w:proofErr w:type="gramStart"/>
            <w:r w:rsidRPr="0066140A">
              <w:t>habit</w:t>
            </w:r>
            <w:proofErr w:type="gramEnd"/>
            <w:r w:rsidRPr="0066140A">
              <w:t xml:space="preserve"> and production levels of maintenance operations</w:t>
            </w:r>
          </w:p>
          <w:p w14:paraId="32A8A3C8" w14:textId="77777777" w:rsidR="0066140A" w:rsidRPr="0066140A" w:rsidRDefault="0066140A" w:rsidP="0066140A">
            <w:pPr>
              <w:pStyle w:val="SIBulletList1"/>
            </w:pPr>
            <w:r w:rsidRPr="0066140A">
              <w:t>maintenance of soil health and impact on production</w:t>
            </w:r>
          </w:p>
          <w:p w14:paraId="5C8CD985" w14:textId="547DDD3E" w:rsidR="00F1480E" w:rsidRPr="005404CB" w:rsidRDefault="0066140A" w:rsidP="003D1AC9">
            <w:pPr>
              <w:pStyle w:val="SIBulletList1"/>
            </w:pPr>
            <w:r w:rsidRPr="0066140A">
              <w:t>enterprise quality procedures and characteristics of a crop relative to varying market requirements</w:t>
            </w:r>
            <w:r w:rsidR="00FB7195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F32139E" w14:textId="77777777" w:rsidR="00B72FAE" w:rsidRPr="00B72FAE" w:rsidRDefault="00B72FAE" w:rsidP="003D1AC9">
            <w:pPr>
              <w:pStyle w:val="SIText"/>
            </w:pPr>
            <w:r w:rsidRPr="00B72FAE">
              <w:t xml:space="preserve">Assessment of the skills in this unit of competency must take place under the following conditions: </w:t>
            </w:r>
          </w:p>
          <w:p w14:paraId="5F275B0E" w14:textId="77777777" w:rsidR="00B72FAE" w:rsidRPr="00B72FAE" w:rsidRDefault="00B72FAE" w:rsidP="003D1AC9">
            <w:pPr>
              <w:pStyle w:val="SIBulletList1"/>
            </w:pPr>
            <w:r w:rsidRPr="00B72FAE">
              <w:t>physical conditions:</w:t>
            </w:r>
          </w:p>
          <w:p w14:paraId="03DD0CF2" w14:textId="06F98C9F" w:rsidR="00B72FAE" w:rsidRPr="00B72FAE" w:rsidRDefault="00B72FAE" w:rsidP="00B72FAE">
            <w:pPr>
              <w:pStyle w:val="SIBulletList2"/>
            </w:pPr>
            <w:r w:rsidRPr="00B72FAE">
              <w:t xml:space="preserve">skills must be demonstrated in a permaculture </w:t>
            </w:r>
            <w:r w:rsidR="00EA369C">
              <w:t xml:space="preserve">cropping </w:t>
            </w:r>
            <w:r w:rsidRPr="00B72FAE">
              <w:t>system or an environment that accurately represents workplace conditions</w:t>
            </w:r>
          </w:p>
          <w:p w14:paraId="52463FC2" w14:textId="77777777" w:rsidR="00B72FAE" w:rsidRPr="00B72FAE" w:rsidRDefault="00B72FAE" w:rsidP="003D1AC9">
            <w:pPr>
              <w:pStyle w:val="SIBulletList1"/>
            </w:pPr>
            <w:r w:rsidRPr="00B72FAE">
              <w:t xml:space="preserve">resources, </w:t>
            </w:r>
            <w:proofErr w:type="gramStart"/>
            <w:r w:rsidRPr="00B72FAE">
              <w:t>equipment</w:t>
            </w:r>
            <w:proofErr w:type="gramEnd"/>
            <w:r w:rsidRPr="00B72FAE">
              <w:t xml:space="preserve"> and materials:</w:t>
            </w:r>
          </w:p>
          <w:p w14:paraId="6C08D6E2" w14:textId="77777777" w:rsidR="00B72FAE" w:rsidRPr="00B72FAE" w:rsidRDefault="00B72FAE" w:rsidP="00B72FAE">
            <w:pPr>
              <w:pStyle w:val="SIBulletList2"/>
            </w:pPr>
            <w:r w:rsidRPr="00B72FAE">
              <w:t>use of tools and equipment</w:t>
            </w:r>
          </w:p>
          <w:p w14:paraId="2A287B0A" w14:textId="77777777" w:rsidR="00B72FAE" w:rsidRPr="00B72FAE" w:rsidRDefault="00B72FAE" w:rsidP="00B72FAE">
            <w:pPr>
              <w:pStyle w:val="SIBulletList2"/>
            </w:pPr>
            <w:r w:rsidRPr="00B72FAE">
              <w:t>use of personal protective equipment</w:t>
            </w:r>
          </w:p>
          <w:p w14:paraId="6E04E780" w14:textId="77777777" w:rsidR="00B72FAE" w:rsidRPr="00B72FAE" w:rsidRDefault="00B72FAE" w:rsidP="003D1AC9">
            <w:pPr>
              <w:pStyle w:val="SIBulletList1"/>
            </w:pPr>
            <w:r w:rsidRPr="00B72FAE">
              <w:t>specifications:</w:t>
            </w:r>
          </w:p>
          <w:p w14:paraId="4D321488" w14:textId="77777777" w:rsidR="00B72FAE" w:rsidRPr="00B72FAE" w:rsidRDefault="00B72FAE" w:rsidP="00B72FAE">
            <w:pPr>
              <w:pStyle w:val="SIBulletList2"/>
            </w:pPr>
            <w:r w:rsidRPr="00B72FAE">
              <w:t>use of workplace policies, procedures, processes</w:t>
            </w:r>
          </w:p>
          <w:p w14:paraId="154A8924" w14:textId="5A071EF7" w:rsidR="00B72FAE" w:rsidRPr="00B72FAE" w:rsidRDefault="00B72FAE" w:rsidP="00B72FAE">
            <w:pPr>
              <w:pStyle w:val="SIBulletList2"/>
            </w:pPr>
            <w:r w:rsidRPr="00B72FAE">
              <w:t>use of manufacturer opera</w:t>
            </w:r>
            <w:r w:rsidR="00EA369C">
              <w:t>ting instructions for equipment</w:t>
            </w:r>
          </w:p>
          <w:p w14:paraId="149391E9" w14:textId="2C470D91" w:rsidR="00B72FAE" w:rsidRPr="00B72FAE" w:rsidRDefault="00EA369C" w:rsidP="00B72FAE">
            <w:pPr>
              <w:pStyle w:val="SIBulletList2"/>
            </w:pPr>
            <w:r>
              <w:t>use of permaculture crop maintenance and harvesting plans and specifications</w:t>
            </w:r>
          </w:p>
          <w:p w14:paraId="7C514A98" w14:textId="0441302C" w:rsidR="00B72FAE" w:rsidRPr="00B72FAE" w:rsidRDefault="00EA369C" w:rsidP="00B72FAE">
            <w:pPr>
              <w:pStyle w:val="SIBulletList2"/>
            </w:pPr>
            <w:r>
              <w:t xml:space="preserve">access to specific permaculture </w:t>
            </w:r>
            <w:r w:rsidR="00B72FAE" w:rsidRPr="00B72FAE">
              <w:t>codes of practice</w:t>
            </w:r>
          </w:p>
          <w:p w14:paraId="55A796D6" w14:textId="77777777" w:rsidR="00B72FAE" w:rsidRPr="00B72FAE" w:rsidRDefault="00B72FAE" w:rsidP="003D1AC9">
            <w:pPr>
              <w:pStyle w:val="SIBulletList1"/>
            </w:pPr>
            <w:r w:rsidRPr="00B72FAE">
              <w:t>relationships:</w:t>
            </w:r>
          </w:p>
          <w:p w14:paraId="0DED99A9" w14:textId="4C02993C" w:rsidR="00B72FAE" w:rsidRPr="00B72FAE" w:rsidRDefault="00EA369C" w:rsidP="00B72FAE">
            <w:pPr>
              <w:pStyle w:val="SIBulletList2"/>
            </w:pPr>
            <w:r>
              <w:t>work team</w:t>
            </w:r>
            <w:r w:rsidR="008E7DE0">
              <w:t>.</w:t>
            </w:r>
          </w:p>
          <w:p w14:paraId="759850B7" w14:textId="0B1F64BE" w:rsidR="003B541E" w:rsidRPr="005404CB" w:rsidRDefault="00B72FAE" w:rsidP="003B541E">
            <w:pPr>
              <w:pStyle w:val="SIText"/>
              <w:rPr>
                <w:rFonts w:eastAsia="Calibri"/>
              </w:rPr>
            </w:pPr>
            <w:r w:rsidRPr="00B72F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1A84" w14:textId="77777777" w:rsidR="00246713" w:rsidRDefault="00246713" w:rsidP="00BF3F0A">
      <w:r>
        <w:separator/>
      </w:r>
    </w:p>
    <w:p w14:paraId="6F971FDA" w14:textId="77777777" w:rsidR="00246713" w:rsidRDefault="00246713"/>
  </w:endnote>
  <w:endnote w:type="continuationSeparator" w:id="0">
    <w:p w14:paraId="12CD8EBC" w14:textId="77777777" w:rsidR="00246713" w:rsidRDefault="00246713" w:rsidP="00BF3F0A">
      <w:r>
        <w:continuationSeparator/>
      </w:r>
    </w:p>
    <w:p w14:paraId="72E98714" w14:textId="77777777" w:rsidR="00246713" w:rsidRDefault="00246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7DE0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6945" w14:textId="77777777" w:rsidR="00246713" w:rsidRDefault="00246713" w:rsidP="00BF3F0A">
      <w:r>
        <w:separator/>
      </w:r>
    </w:p>
    <w:p w14:paraId="34EA3D8E" w14:textId="77777777" w:rsidR="00246713" w:rsidRDefault="00246713"/>
  </w:footnote>
  <w:footnote w:type="continuationSeparator" w:id="0">
    <w:p w14:paraId="03F1F092" w14:textId="77777777" w:rsidR="00246713" w:rsidRDefault="00246713" w:rsidP="00BF3F0A">
      <w:r>
        <w:continuationSeparator/>
      </w:r>
    </w:p>
    <w:p w14:paraId="73A6CF87" w14:textId="77777777" w:rsidR="00246713" w:rsidRDefault="00246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5FD9B5D" w:rsidR="009C2650" w:rsidRPr="000754EC" w:rsidRDefault="003D1AC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091E" w:rsidRPr="001B091E">
      <w:t>AHCPER305 Implement crop maintenance and harvesting programs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443"/>
    <w:multiLevelType w:val="multilevel"/>
    <w:tmpl w:val="B232D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66560D5"/>
    <w:multiLevelType w:val="multilevel"/>
    <w:tmpl w:val="1D8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046D1"/>
    <w:multiLevelType w:val="multilevel"/>
    <w:tmpl w:val="10EC7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963C5"/>
    <w:multiLevelType w:val="multilevel"/>
    <w:tmpl w:val="A7EA4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3019AA"/>
    <w:multiLevelType w:val="multilevel"/>
    <w:tmpl w:val="95101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E34F0"/>
    <w:multiLevelType w:val="multilevel"/>
    <w:tmpl w:val="38625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32053"/>
    <w:multiLevelType w:val="multilevel"/>
    <w:tmpl w:val="A5FEA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947A15"/>
    <w:multiLevelType w:val="multilevel"/>
    <w:tmpl w:val="87DC7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81F2B"/>
    <w:multiLevelType w:val="multilevel"/>
    <w:tmpl w:val="CCDED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A6093"/>
    <w:multiLevelType w:val="multilevel"/>
    <w:tmpl w:val="77C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6663C"/>
    <w:multiLevelType w:val="multilevel"/>
    <w:tmpl w:val="CA6AD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F9685C"/>
    <w:multiLevelType w:val="multilevel"/>
    <w:tmpl w:val="D4066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F32CFE"/>
    <w:multiLevelType w:val="multilevel"/>
    <w:tmpl w:val="89DC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A90E3A"/>
    <w:multiLevelType w:val="multilevel"/>
    <w:tmpl w:val="0FD8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917225">
    <w:abstractNumId w:val="45"/>
  </w:num>
  <w:num w:numId="2" w16cid:durableId="1371611080">
    <w:abstractNumId w:val="33"/>
  </w:num>
  <w:num w:numId="3" w16cid:durableId="786242381">
    <w:abstractNumId w:val="25"/>
  </w:num>
  <w:num w:numId="4" w16cid:durableId="1896696877">
    <w:abstractNumId w:val="32"/>
  </w:num>
  <w:num w:numId="5" w16cid:durableId="1020398223">
    <w:abstractNumId w:val="3"/>
  </w:num>
  <w:num w:numId="6" w16cid:durableId="1457287934">
    <w:abstractNumId w:val="31"/>
  </w:num>
  <w:num w:numId="7" w16cid:durableId="188422040">
    <w:abstractNumId w:val="22"/>
  </w:num>
  <w:num w:numId="8" w16cid:durableId="2048527584">
    <w:abstractNumId w:val="14"/>
  </w:num>
  <w:num w:numId="9" w16cid:durableId="696201007">
    <w:abstractNumId w:val="18"/>
  </w:num>
  <w:num w:numId="10" w16cid:durableId="1924950052">
    <w:abstractNumId w:val="40"/>
  </w:num>
  <w:num w:numId="11" w16cid:durableId="859121798">
    <w:abstractNumId w:val="48"/>
  </w:num>
  <w:num w:numId="12" w16cid:durableId="803233180">
    <w:abstractNumId w:val="28"/>
  </w:num>
  <w:num w:numId="13" w16cid:durableId="1700667525">
    <w:abstractNumId w:val="34"/>
  </w:num>
  <w:num w:numId="14" w16cid:durableId="571737103">
    <w:abstractNumId w:val="42"/>
  </w:num>
  <w:num w:numId="15" w16cid:durableId="1389183799">
    <w:abstractNumId w:val="44"/>
  </w:num>
  <w:num w:numId="16" w16cid:durableId="1436098349">
    <w:abstractNumId w:val="35"/>
  </w:num>
  <w:num w:numId="17" w16cid:durableId="1385829761">
    <w:abstractNumId w:val="19"/>
  </w:num>
  <w:num w:numId="18" w16cid:durableId="542985321">
    <w:abstractNumId w:val="13"/>
  </w:num>
  <w:num w:numId="19" w16cid:durableId="744493550">
    <w:abstractNumId w:val="7"/>
  </w:num>
  <w:num w:numId="20" w16cid:durableId="547838447">
    <w:abstractNumId w:val="36"/>
  </w:num>
  <w:num w:numId="21" w16cid:durableId="970014670">
    <w:abstractNumId w:val="17"/>
  </w:num>
  <w:num w:numId="22" w16cid:durableId="1106316332">
    <w:abstractNumId w:val="24"/>
  </w:num>
  <w:num w:numId="23" w16cid:durableId="482742064">
    <w:abstractNumId w:val="26"/>
  </w:num>
  <w:num w:numId="24" w16cid:durableId="2085031931">
    <w:abstractNumId w:val="29"/>
  </w:num>
  <w:num w:numId="25" w16cid:durableId="1646619936">
    <w:abstractNumId w:val="20"/>
  </w:num>
  <w:num w:numId="26" w16cid:durableId="1744402264">
    <w:abstractNumId w:val="8"/>
  </w:num>
  <w:num w:numId="27" w16cid:durableId="1458136050">
    <w:abstractNumId w:val="41"/>
  </w:num>
  <w:num w:numId="28" w16cid:durableId="970130136">
    <w:abstractNumId w:val="46"/>
  </w:num>
  <w:num w:numId="29" w16cid:durableId="1240600668">
    <w:abstractNumId w:val="23"/>
  </w:num>
  <w:num w:numId="30" w16cid:durableId="523322417">
    <w:abstractNumId w:val="1"/>
  </w:num>
  <w:num w:numId="31" w16cid:durableId="372509893">
    <w:abstractNumId w:val="38"/>
  </w:num>
  <w:num w:numId="32" w16cid:durableId="159540036">
    <w:abstractNumId w:val="2"/>
  </w:num>
  <w:num w:numId="33" w16cid:durableId="1812090060">
    <w:abstractNumId w:val="43"/>
  </w:num>
  <w:num w:numId="34" w16cid:durableId="362873486">
    <w:abstractNumId w:val="0"/>
  </w:num>
  <w:num w:numId="35" w16cid:durableId="1702779642">
    <w:abstractNumId w:val="47"/>
  </w:num>
  <w:num w:numId="36" w16cid:durableId="41834655">
    <w:abstractNumId w:val="9"/>
  </w:num>
  <w:num w:numId="37" w16cid:durableId="770510329">
    <w:abstractNumId w:val="12"/>
  </w:num>
  <w:num w:numId="38" w16cid:durableId="1843809956">
    <w:abstractNumId w:val="5"/>
  </w:num>
  <w:num w:numId="39" w16cid:durableId="269826075">
    <w:abstractNumId w:val="21"/>
  </w:num>
  <w:num w:numId="40" w16cid:durableId="1622688846">
    <w:abstractNumId w:val="49"/>
  </w:num>
  <w:num w:numId="41" w16cid:durableId="1849557271">
    <w:abstractNumId w:val="11"/>
  </w:num>
  <w:num w:numId="42" w16cid:durableId="532813386">
    <w:abstractNumId w:val="6"/>
  </w:num>
  <w:num w:numId="43" w16cid:durableId="150685324">
    <w:abstractNumId w:val="27"/>
  </w:num>
  <w:num w:numId="44" w16cid:durableId="820656934">
    <w:abstractNumId w:val="30"/>
  </w:num>
  <w:num w:numId="45" w16cid:durableId="655954313">
    <w:abstractNumId w:val="39"/>
  </w:num>
  <w:num w:numId="46" w16cid:durableId="744112735">
    <w:abstractNumId w:val="10"/>
  </w:num>
  <w:num w:numId="47" w16cid:durableId="1835490629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2053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1AC9"/>
    <w:rsid w:val="003D2E73"/>
    <w:rsid w:val="003E72B6"/>
    <w:rsid w:val="003E7BBE"/>
    <w:rsid w:val="003F14E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3D41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E7DE0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2FAE"/>
    <w:rsid w:val="00B7425E"/>
    <w:rsid w:val="00B746B9"/>
    <w:rsid w:val="00B848D4"/>
    <w:rsid w:val="00B865B7"/>
    <w:rsid w:val="00B9148E"/>
    <w:rsid w:val="00B91517"/>
    <w:rsid w:val="00B934C5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760FC"/>
    <w:rsid w:val="00E91BFF"/>
    <w:rsid w:val="00E92933"/>
    <w:rsid w:val="00E94FAD"/>
    <w:rsid w:val="00EA369C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B71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D1AC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9F846A-A603-48F3-9765-55F611A8C6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7ee3a392-9fd5-4e44-986b-b11872d0f85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F13019-7A9F-4149-9668-4AD201F5D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155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68</cp:revision>
  <cp:lastPrinted>2016-05-27T05:21:00Z</cp:lastPrinted>
  <dcterms:created xsi:type="dcterms:W3CDTF">2021-09-14T01:14:00Z</dcterms:created>
  <dcterms:modified xsi:type="dcterms:W3CDTF">2022-05-13T02:29:00Z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